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1F671812"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334851">
        <w:rPr>
          <w:rStyle w:val="Strong"/>
          <w:rFonts w:asciiTheme="minorHAnsi" w:hAnsiTheme="minorHAnsi" w:cstheme="minorHAnsi"/>
          <w:lang w:val="en-GB"/>
        </w:rPr>
        <w:t>46-G0</w:t>
      </w:r>
      <w:r w:rsidR="000B777E">
        <w:rPr>
          <w:rStyle w:val="Strong"/>
          <w:rFonts w:asciiTheme="minorHAnsi" w:hAnsiTheme="minorHAnsi" w:cstheme="minorHAnsi"/>
          <w:lang w:val="en-GB"/>
        </w:rPr>
        <w:t>12</w:t>
      </w:r>
      <w:r w:rsidR="00334851">
        <w:rPr>
          <w:rStyle w:val="Strong"/>
          <w:rFonts w:asciiTheme="minorHAnsi" w:hAnsiTheme="minorHAnsi" w:cstheme="minorHAnsi"/>
          <w:lang w:val="en-GB"/>
        </w:rPr>
        <w:t>-24</w:t>
      </w:r>
      <w:r w:rsidR="00334851"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085D878C"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CA3A21">
        <w:rPr>
          <w:rFonts w:ascii="Calibri" w:hAnsi="Calibri" w:cs="Calibri"/>
          <w:lang w:val="en-GB"/>
        </w:rPr>
        <w:t>Kiribati Oil Company Ltd</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590788AA" w14:textId="77777777" w:rsidR="00CD56E4" w:rsidRDefault="00CD56E4" w:rsidP="00166C12">
      <w:pPr>
        <w:rPr>
          <w:lang w:val="en-GB"/>
        </w:rPr>
      </w:pPr>
    </w:p>
    <w:p w14:paraId="19686F17" w14:textId="4ED123B2" w:rsidR="00CD56E4" w:rsidRDefault="00CD56E4" w:rsidP="00166C12">
      <w:pPr>
        <w:rPr>
          <w:lang w:val="en-GB"/>
        </w:rPr>
      </w:pPr>
      <w:r>
        <w:rPr>
          <w:lang w:val="en-GB"/>
        </w:rPr>
        <w:t>To: Secretary, Ministry of Finance and Economic Development</w:t>
      </w:r>
    </w:p>
    <w:p w14:paraId="3B20BE69" w14:textId="28A2210C" w:rsidR="00CD56E4" w:rsidRDefault="00CD56E4" w:rsidP="00166C12">
      <w:pPr>
        <w:rPr>
          <w:lang w:val="en-GB"/>
        </w:rPr>
      </w:pPr>
      <w:r>
        <w:rPr>
          <w:lang w:val="en-GB"/>
        </w:rPr>
        <w:t xml:space="preserve">       Bairiki, Tarawa. </w:t>
      </w:r>
    </w:p>
    <w:p w14:paraId="52B6E417" w14:textId="77777777" w:rsidR="00CD56E4" w:rsidRDefault="00CD56E4" w:rsidP="00166C12">
      <w:pPr>
        <w:rPr>
          <w:lang w:val="en-GB"/>
        </w:rPr>
      </w:pPr>
    </w:p>
    <w:p w14:paraId="7E904420" w14:textId="09C6D74F" w:rsidR="00CD56E4" w:rsidRDefault="00CD56E4" w:rsidP="00166C12">
      <w:pPr>
        <w:rPr>
          <w:lang w:val="en-GB"/>
        </w:rPr>
      </w:pPr>
      <w:r>
        <w:rPr>
          <w:lang w:val="en-GB"/>
        </w:rPr>
        <w:t>Attention: Central Procurement Unit</w:t>
      </w:r>
    </w:p>
    <w:p w14:paraId="7A1A039A" w14:textId="2D92FEBB" w:rsidR="00CD56E4" w:rsidRPr="00B41F59" w:rsidRDefault="00CD56E4" w:rsidP="00166C12">
      <w:pPr>
        <w:rPr>
          <w:lang w:val="en-GB"/>
        </w:rPr>
      </w:pPr>
      <w:r>
        <w:rPr>
          <w:lang w:val="en-GB"/>
        </w:rPr>
        <w:t>Tender No: 46-G0</w:t>
      </w:r>
      <w:r w:rsidR="000B777E">
        <w:rPr>
          <w:lang w:val="en-GB"/>
        </w:rPr>
        <w:t>12</w:t>
      </w:r>
      <w:r>
        <w:rPr>
          <w:lang w:val="en-GB"/>
        </w:rPr>
        <w:t>-24</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140AE870" w14:textId="48C4BDE8" w:rsidR="00CD56E4" w:rsidRDefault="00166AC1"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b</w:t>
      </w:r>
      <w:r w:rsidR="00CD56E4">
        <w:rPr>
          <w:rFonts w:cs="Calibri"/>
          <w:sz w:val="24"/>
          <w:szCs w:val="24"/>
          <w:lang w:val="en-GB"/>
        </w:rPr>
        <w:t>usiness license</w:t>
      </w:r>
    </w:p>
    <w:p w14:paraId="40EC4313" w14:textId="4FD85A97" w:rsidR="00CD56E4" w:rsidRDefault="00CD56E4"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w:t>
      </w:r>
      <w:r w:rsidR="00DA3DED">
        <w:rPr>
          <w:rFonts w:cs="Calibri"/>
          <w:sz w:val="24"/>
          <w:szCs w:val="24"/>
          <w:lang w:val="en-GB"/>
        </w:rPr>
        <w:t xml:space="preserve"> (for local companies, pls liaise with MTCIC for certifying. The validity of certifying is 1 year</w:t>
      </w:r>
      <w:r w:rsidR="007F77D4">
        <w:rPr>
          <w:rFonts w:cs="Calibri"/>
          <w:sz w:val="24"/>
          <w:szCs w:val="24"/>
          <w:lang w:val="en-GB"/>
        </w:rPr>
        <w:t xml:space="preserve"> from the date of certification</w:t>
      </w:r>
      <w:r w:rsidR="00DA3DED">
        <w:rPr>
          <w:rFonts w:cs="Calibri"/>
          <w:sz w:val="24"/>
          <w:szCs w:val="24"/>
          <w:lang w:val="en-GB"/>
        </w:rPr>
        <w:t>)</w:t>
      </w:r>
    </w:p>
    <w:p w14:paraId="480CE987" w14:textId="599928CA" w:rsidR="00CD56E4" w:rsidRPr="00032400" w:rsidRDefault="00CD56E4"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lastRenderedPageBreak/>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39839F" w14:textId="77777777" w:rsidR="00FF146D" w:rsidRDefault="00FF146D">
      <w:r>
        <w:separator/>
      </w:r>
    </w:p>
  </w:endnote>
  <w:endnote w:type="continuationSeparator" w:id="0">
    <w:p w14:paraId="15CF596B" w14:textId="77777777" w:rsidR="00FF146D" w:rsidRDefault="00FF146D">
      <w:r>
        <w:continuationSeparator/>
      </w:r>
    </w:p>
  </w:endnote>
  <w:endnote w:type="continuationNotice" w:id="1">
    <w:p w14:paraId="5555E519" w14:textId="77777777" w:rsidR="00FF146D" w:rsidRDefault="00FF14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A3A21" w:rsidRPr="00CA3A21">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A3A21" w:rsidRPr="00CA3A21">
      <w:rPr>
        <w:noProof/>
        <w:color w:val="17365D" w:themeColor="text2" w:themeShade="BF"/>
        <w:lang w:val="sv-SE"/>
      </w:rPr>
      <w:t>7</w:t>
    </w:r>
    <w:r>
      <w:rPr>
        <w:color w:val="17365D" w:themeColor="text2" w:themeShade="BF"/>
      </w:rPr>
      <w:fldChar w:fldCharType="end"/>
    </w:r>
  </w:p>
  <w:p w14:paraId="213B5D63" w14:textId="3CDD50F6" w:rsidR="00133D55" w:rsidRDefault="00133D55" w:rsidP="004878F3">
    <w:pPr>
      <w:pStyle w:val="Footer"/>
    </w:pPr>
    <w:r>
      <w:fldChar w:fldCharType="begin"/>
    </w:r>
    <w:r>
      <w:instrText xml:space="preserve"> DATE \@ "yyyy-MM-dd" </w:instrText>
    </w:r>
    <w:r>
      <w:fldChar w:fldCharType="separate"/>
    </w:r>
    <w:r w:rsidR="000B777E">
      <w:rPr>
        <w:noProof/>
      </w:rPr>
      <w:t>2024-07-31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0119F9" w14:textId="77777777" w:rsidR="00FF146D" w:rsidRDefault="00FF146D">
      <w:r>
        <w:separator/>
      </w:r>
    </w:p>
  </w:footnote>
  <w:footnote w:type="continuationSeparator" w:id="0">
    <w:p w14:paraId="373D9CFF" w14:textId="77777777" w:rsidR="00FF146D" w:rsidRDefault="00FF146D">
      <w:r>
        <w:continuationSeparator/>
      </w:r>
    </w:p>
  </w:footnote>
  <w:footnote w:type="continuationNotice" w:id="1">
    <w:p w14:paraId="4CB1F2DE" w14:textId="77777777" w:rsidR="00FF146D" w:rsidRDefault="00FF146D"/>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4957BC8B"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75724494">
    <w:abstractNumId w:val="1"/>
  </w:num>
  <w:num w:numId="2" w16cid:durableId="1430196607">
    <w:abstractNumId w:val="12"/>
  </w:num>
  <w:num w:numId="3" w16cid:durableId="1097091965">
    <w:abstractNumId w:val="13"/>
  </w:num>
  <w:num w:numId="4" w16cid:durableId="714961241">
    <w:abstractNumId w:val="7"/>
  </w:num>
  <w:num w:numId="5" w16cid:durableId="1635600486">
    <w:abstractNumId w:val="6"/>
  </w:num>
  <w:num w:numId="6" w16cid:durableId="244340489">
    <w:abstractNumId w:val="9"/>
  </w:num>
  <w:num w:numId="7" w16cid:durableId="998195498">
    <w:abstractNumId w:val="8"/>
  </w:num>
  <w:num w:numId="8" w16cid:durableId="222520261">
    <w:abstractNumId w:val="11"/>
  </w:num>
  <w:num w:numId="9" w16cid:durableId="536626236">
    <w:abstractNumId w:val="0"/>
  </w:num>
  <w:num w:numId="10" w16cid:durableId="41564955">
    <w:abstractNumId w:val="10"/>
  </w:num>
  <w:num w:numId="11" w16cid:durableId="430710413">
    <w:abstractNumId w:val="4"/>
  </w:num>
  <w:num w:numId="12" w16cid:durableId="478420121">
    <w:abstractNumId w:val="3"/>
  </w:num>
  <w:num w:numId="13" w16cid:durableId="1755709646">
    <w:abstractNumId w:val="5"/>
  </w:num>
  <w:num w:numId="14" w16cid:durableId="101889732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3B7A"/>
    <w:rsid w:val="000B4497"/>
    <w:rsid w:val="000B62F3"/>
    <w:rsid w:val="000B777E"/>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AC1"/>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A19CB"/>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851"/>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3B1"/>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17802"/>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0D18"/>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4ADA"/>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7D4"/>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87376"/>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1B0A"/>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2E16"/>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4A80"/>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3A21"/>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6E4"/>
    <w:rsid w:val="00CD57CD"/>
    <w:rsid w:val="00CD626F"/>
    <w:rsid w:val="00CD6734"/>
    <w:rsid w:val="00CD71B4"/>
    <w:rsid w:val="00CD7D8A"/>
    <w:rsid w:val="00CD7EB8"/>
    <w:rsid w:val="00CE01B7"/>
    <w:rsid w:val="00CE01EC"/>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3DED"/>
    <w:rsid w:val="00DA3E38"/>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1E7"/>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146D"/>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86ABE8-C57E-4BB8-8784-0CC9D5C8E65B}">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10</TotalTime>
  <Pages>1</Pages>
  <Words>1809</Words>
  <Characters>10316</Characters>
  <Application>Microsoft Office Word</Application>
  <DocSecurity>0</DocSecurity>
  <Lines>85</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12101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9</cp:revision>
  <cp:lastPrinted>2013-10-18T08:32:00Z</cp:lastPrinted>
  <dcterms:created xsi:type="dcterms:W3CDTF">2024-05-29T10:15:00Z</dcterms:created>
  <dcterms:modified xsi:type="dcterms:W3CDTF">2024-07-31T03:50:00Z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